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005DCD2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</w:t>
      </w:r>
      <w:r w:rsidR="00B65762">
        <w:rPr>
          <w:rFonts w:ascii="Corbel" w:hAnsi="Corbel"/>
          <w:i/>
          <w:smallCaps/>
          <w:sz w:val="24"/>
          <w:szCs w:val="24"/>
        </w:rPr>
        <w:t>1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B65762">
        <w:rPr>
          <w:rFonts w:ascii="Corbel" w:hAnsi="Corbel"/>
          <w:i/>
          <w:smallCaps/>
          <w:sz w:val="24"/>
          <w:szCs w:val="24"/>
        </w:rPr>
        <w:t>4</w:t>
      </w:r>
    </w:p>
    <w:p w14:paraId="545A741D" w14:textId="6546F264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0753C5">
        <w:rPr>
          <w:rFonts w:ascii="Corbel" w:hAnsi="Corbel"/>
          <w:sz w:val="20"/>
          <w:szCs w:val="20"/>
        </w:rPr>
        <w:t>3</w:t>
      </w:r>
      <w:r w:rsidR="000F3F61">
        <w:rPr>
          <w:rFonts w:ascii="Corbel" w:hAnsi="Corbel"/>
          <w:sz w:val="20"/>
          <w:szCs w:val="20"/>
        </w:rPr>
        <w:t>/202</w:t>
      </w:r>
      <w:r w:rsidR="000753C5">
        <w:rPr>
          <w:rFonts w:ascii="Corbel" w:hAnsi="Corbel"/>
          <w:sz w:val="20"/>
          <w:szCs w:val="20"/>
        </w:rPr>
        <w:t>4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A4E2987" w:rsidR="005E4F35" w:rsidRPr="009C54AE" w:rsidRDefault="00B1711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3509FF9A" w:rsidR="005E4F35" w:rsidRPr="009C54AE" w:rsidRDefault="00B1711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14D8514E" w:rsidR="005E4F35" w:rsidRPr="009C54AE" w:rsidRDefault="00B1711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4A7E6F08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C6426F" w:rsidRPr="00B1711D">
              <w:rPr>
                <w:rFonts w:ascii="Corbel" w:hAnsi="Corbel"/>
                <w:sz w:val="24"/>
                <w:szCs w:val="24"/>
              </w:rPr>
              <w:t>a</w:t>
            </w:r>
            <w:r w:rsidRPr="00B1711D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B1711D" w:rsidRDefault="00A74B5F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B1711D" w:rsidRDefault="00A066F1" w:rsidP="00B1711D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B1711D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536179CB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256B13E0" w:rsidR="00576C07" w:rsidRPr="009C54AE" w:rsidRDefault="00B171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4B81EE63" w:rsidR="00576C07" w:rsidRPr="009C54AE" w:rsidRDefault="00B1711D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Kolokiwum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14D8DF3A" w14:textId="77777777" w:rsidR="00823C90" w:rsidRPr="001F43FD" w:rsidRDefault="00823C90" w:rsidP="00823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5EF86AD7" w14:textId="77777777" w:rsidR="00823C90" w:rsidRPr="001F43FD" w:rsidRDefault="00823C90" w:rsidP="00823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7B27B1D6" w:rsidR="0085747A" w:rsidRPr="009C54AE" w:rsidRDefault="00823C90" w:rsidP="00823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esej, praca w grupach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 student może uzyskać 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6765FE6A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</w:t>
            </w:r>
            <w:r w:rsidR="00B171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B171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Zarzadzanie ryzykiem w procesie podejmowania decyzji ekonomicznych przez organizacje, Cedewu, Warszawa</w:t>
            </w:r>
          </w:p>
          <w:p w14:paraId="4D398328" w14:textId="41449192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B171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6413DDB6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B171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Cedewu, Warszawa</w:t>
            </w:r>
          </w:p>
          <w:p w14:paraId="30EC409C" w14:textId="717E00A9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2015</w:t>
            </w:r>
            <w:r w:rsidR="00B171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02844923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B171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CEED" w14:textId="77777777" w:rsidR="00DB4522" w:rsidRDefault="00DB4522" w:rsidP="00C16ABF">
      <w:pPr>
        <w:spacing w:after="0" w:line="240" w:lineRule="auto"/>
      </w:pPr>
      <w:r>
        <w:separator/>
      </w:r>
    </w:p>
  </w:endnote>
  <w:endnote w:type="continuationSeparator" w:id="0">
    <w:p w14:paraId="7E767D61" w14:textId="77777777" w:rsidR="00DB4522" w:rsidRDefault="00DB45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4CCD" w14:textId="77777777" w:rsidR="00DB4522" w:rsidRDefault="00DB4522" w:rsidP="00C16ABF">
      <w:pPr>
        <w:spacing w:after="0" w:line="240" w:lineRule="auto"/>
      </w:pPr>
      <w:r>
        <w:separator/>
      </w:r>
    </w:p>
  </w:footnote>
  <w:footnote w:type="continuationSeparator" w:id="0">
    <w:p w14:paraId="0D403D3D" w14:textId="77777777" w:rsidR="00DB4522" w:rsidRDefault="00DB4522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5228">
    <w:abstractNumId w:val="0"/>
  </w:num>
  <w:num w:numId="2" w16cid:durableId="606473818">
    <w:abstractNumId w:val="3"/>
  </w:num>
  <w:num w:numId="3" w16cid:durableId="2111387180">
    <w:abstractNumId w:val="1"/>
  </w:num>
  <w:num w:numId="4" w16cid:durableId="992970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3C5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B7526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FF2"/>
    <w:rsid w:val="002857DE"/>
    <w:rsid w:val="00291567"/>
    <w:rsid w:val="002A052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C9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711D"/>
    <w:rsid w:val="00B3130B"/>
    <w:rsid w:val="00B40ADB"/>
    <w:rsid w:val="00B43B77"/>
    <w:rsid w:val="00B43E80"/>
    <w:rsid w:val="00B54C3C"/>
    <w:rsid w:val="00B607DB"/>
    <w:rsid w:val="00B65762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4A47"/>
    <w:rsid w:val="00C26CB7"/>
    <w:rsid w:val="00C324C1"/>
    <w:rsid w:val="00C36992"/>
    <w:rsid w:val="00C56036"/>
    <w:rsid w:val="00C61DC5"/>
    <w:rsid w:val="00C6426F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B4522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2023-02-16T20:19:00Z</dcterms:created>
  <dcterms:modified xsi:type="dcterms:W3CDTF">2023-02-20T20:52:00Z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